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602E88" w:rsidTr="00E2172E">
        <w:trPr>
          <w:trHeight w:val="2835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E2172E" w:rsidRPr="00E2172E" w:rsidRDefault="000C596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</w:t>
            </w:r>
            <w:r w:rsidR="002B36BE">
              <w:rPr>
                <w:rFonts w:ascii="Times New Roman" w:hAnsi="Times New Roman"/>
                <w:sz w:val="24"/>
                <w:szCs w:val="24"/>
                <w:lang w:val="ru-RU"/>
              </w:rPr>
              <w:t>лой застройки городского округа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E2172E"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602E88" w:rsidRPr="00602E88" w:rsidRDefault="00602E88" w:rsidP="00602E88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E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gramStart"/>
            <w:r w:rsidRPr="00602E88">
              <w:rPr>
                <w:rFonts w:ascii="Times New Roman" w:hAnsi="Times New Roman"/>
                <w:sz w:val="24"/>
                <w:szCs w:val="24"/>
                <w:lang w:val="ru-RU"/>
              </w:rPr>
              <w:t>Кировская</w:t>
            </w:r>
            <w:proofErr w:type="gramEnd"/>
            <w:r w:rsidRPr="00602E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ул. Ильича, </w:t>
            </w:r>
          </w:p>
          <w:p w:rsidR="00E2172E" w:rsidRPr="000C596E" w:rsidRDefault="00602E88" w:rsidP="00602E88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E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Добролюбова, ул. Партизанская 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B36BE" w:rsidRDefault="009B6ADB" w:rsidP="002B36BE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2B36BE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602E88" w:rsidRPr="00602E88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Кировская, ул. Ильича, </w:t>
      </w:r>
      <w:r w:rsidR="002B36BE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602E88" w:rsidRPr="00602E88">
        <w:rPr>
          <w:rFonts w:ascii="Times New Roman" w:hAnsi="Times New Roman"/>
          <w:b/>
          <w:bCs/>
          <w:sz w:val="28"/>
          <w:szCs w:val="28"/>
          <w:lang w:val="ru-RU"/>
        </w:rPr>
        <w:t>ул. Добролюбова, ул. Партизанская</w:t>
      </w:r>
    </w:p>
    <w:p w:rsidR="009B6ADB" w:rsidRPr="00EF737C" w:rsidRDefault="00381A91" w:rsidP="002B36BE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2B36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="00E2172E">
        <w:rPr>
          <w:rFonts w:ascii="Times New Roman" w:hAnsi="Times New Roman"/>
          <w:sz w:val="28"/>
          <w:szCs w:val="28"/>
          <w:lang w:val="ru-RU"/>
        </w:rPr>
        <w:t>,</w:t>
      </w:r>
      <w:r w:rsidR="002B36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2B36BE" w:rsidRDefault="009B6ADB" w:rsidP="002B36BE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B36BE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2B36BE">
        <w:rPr>
          <w:rFonts w:ascii="Times New Roman" w:hAnsi="Times New Roman"/>
          <w:lang w:val="ru-RU"/>
        </w:rPr>
        <w:t xml:space="preserve"> </w:t>
      </w:r>
      <w:r w:rsidRPr="002B36BE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2B36BE">
        <w:rPr>
          <w:rFonts w:ascii="Times New Roman" w:hAnsi="Times New Roman"/>
          <w:sz w:val="28"/>
          <w:szCs w:val="28"/>
          <w:lang w:val="ru-RU"/>
        </w:rPr>
        <w:t>застройки (</w:t>
      </w:r>
      <w:r w:rsidR="002B36BE">
        <w:rPr>
          <w:rFonts w:ascii="Times New Roman" w:hAnsi="Times New Roman"/>
          <w:sz w:val="28"/>
          <w:szCs w:val="28"/>
          <w:lang w:val="ru-RU"/>
        </w:rPr>
        <w:t>п</w:t>
      </w:r>
      <w:r w:rsidRPr="002B36BE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2B36BE">
        <w:rPr>
          <w:rFonts w:ascii="Times New Roman" w:hAnsi="Times New Roman"/>
          <w:sz w:val="28"/>
          <w:szCs w:val="28"/>
          <w:lang w:val="ru-RU"/>
        </w:rPr>
        <w:t>е</w:t>
      </w:r>
      <w:r w:rsidRPr="002B36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36B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2B36BE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2B36BE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2B36BE">
        <w:rPr>
          <w:rFonts w:ascii="Times New Roman" w:hAnsi="Times New Roman"/>
          <w:sz w:val="28"/>
          <w:szCs w:val="28"/>
          <w:lang w:val="ru-RU"/>
        </w:rPr>
        <w:t>в части ______</w:t>
      </w:r>
      <w:r w:rsidR="002B36BE">
        <w:rPr>
          <w:rFonts w:ascii="Times New Roman" w:hAnsi="Times New Roman"/>
          <w:sz w:val="28"/>
          <w:szCs w:val="28"/>
          <w:lang w:val="ru-RU"/>
        </w:rPr>
        <w:t>_______________________________</w:t>
      </w:r>
      <w:bookmarkStart w:id="0" w:name="_GoBack"/>
      <w:bookmarkEnd w:id="0"/>
      <w:r w:rsidRPr="002B36BE">
        <w:rPr>
          <w:rFonts w:ascii="Times New Roman" w:hAnsi="Times New Roman"/>
          <w:sz w:val="28"/>
          <w:szCs w:val="28"/>
          <w:lang w:val="ru-RU"/>
        </w:rPr>
        <w:t>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2B36BE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E2172E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2B36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2B36BE"/>
    <w:rsid w:val="00381A91"/>
    <w:rsid w:val="00470E7A"/>
    <w:rsid w:val="0047746C"/>
    <w:rsid w:val="005354D5"/>
    <w:rsid w:val="00602E88"/>
    <w:rsid w:val="00613FF4"/>
    <w:rsid w:val="009B6ADB"/>
    <w:rsid w:val="00B42389"/>
    <w:rsid w:val="00C17730"/>
    <w:rsid w:val="00CB4430"/>
    <w:rsid w:val="00CC0641"/>
    <w:rsid w:val="00DB5162"/>
    <w:rsid w:val="00E2172E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2024-06-24T10:22:00Z</cp:lastPrinted>
  <dcterms:created xsi:type="dcterms:W3CDTF">2024-10-31T06:11:00Z</dcterms:created>
  <dcterms:modified xsi:type="dcterms:W3CDTF">2024-11-01T12:19:00Z</dcterms:modified>
</cp:coreProperties>
</file>